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BB" w:rsidRPr="00D2398D" w:rsidRDefault="00D2398D" w:rsidP="00D2398D">
      <w:pPr>
        <w:jc w:val="center"/>
        <w:rPr>
          <w:b/>
          <w:sz w:val="28"/>
          <w:szCs w:val="28"/>
        </w:rPr>
      </w:pPr>
      <w:r w:rsidRPr="00D2398D">
        <w:rPr>
          <w:b/>
          <w:sz w:val="28"/>
          <w:szCs w:val="28"/>
        </w:rPr>
        <w:t>Flashback/Flash-Forward Type Three Writing Assignment</w:t>
      </w:r>
    </w:p>
    <w:p w:rsidR="00D2398D" w:rsidRPr="00D2398D" w:rsidRDefault="00632761" w:rsidP="00632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Checklist</w:t>
      </w:r>
    </w:p>
    <w:p w:rsidR="00D2398D" w:rsidRDefault="00D2398D" w:rsidP="00632761">
      <w:pPr>
        <w:jc w:val="center"/>
        <w:rPr>
          <w:b/>
          <w:sz w:val="28"/>
          <w:szCs w:val="28"/>
        </w:rPr>
      </w:pPr>
      <w:r w:rsidRPr="00D2398D">
        <w:rPr>
          <w:b/>
          <w:sz w:val="28"/>
          <w:szCs w:val="28"/>
        </w:rPr>
        <w:t>Name___________________________________________</w:t>
      </w:r>
    </w:p>
    <w:p w:rsidR="00D2398D" w:rsidRPr="00D2398D" w:rsidRDefault="00D2398D" w:rsidP="00D2398D">
      <w:pPr>
        <w:spacing w:line="240" w:lineRule="auto"/>
        <w:rPr>
          <w:sz w:val="28"/>
          <w:szCs w:val="28"/>
          <w:u w:val="single"/>
        </w:rPr>
      </w:pPr>
      <w:r w:rsidRPr="00D2398D">
        <w:rPr>
          <w:sz w:val="28"/>
          <w:szCs w:val="28"/>
          <w:u w:val="single"/>
        </w:rPr>
        <w:t>Title Page</w:t>
      </w:r>
    </w:p>
    <w:p w:rsidR="00D2398D" w:rsidRDefault="00D2398D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include a title for your story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</w:t>
      </w:r>
      <w:proofErr w:type="gramStart"/>
      <w:r>
        <w:rPr>
          <w:sz w:val="28"/>
          <w:szCs w:val="28"/>
        </w:rPr>
        <w:t>_</w:t>
      </w:r>
      <w:proofErr w:type="gramEnd"/>
    </w:p>
    <w:p w:rsidR="00D2398D" w:rsidRDefault="00D2398D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include your name?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D2398D" w:rsidRDefault="00D2398D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include the date?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D2398D" w:rsidRPr="00632761" w:rsidRDefault="00D2398D" w:rsidP="00D2398D">
      <w:pPr>
        <w:spacing w:line="240" w:lineRule="auto"/>
        <w:rPr>
          <w:sz w:val="28"/>
          <w:szCs w:val="28"/>
          <w:u w:val="single"/>
        </w:rPr>
      </w:pPr>
      <w:r w:rsidRPr="00632761">
        <w:rPr>
          <w:sz w:val="28"/>
          <w:szCs w:val="28"/>
          <w:u w:val="single"/>
        </w:rPr>
        <w:t>Opening Paragraph</w:t>
      </w:r>
    </w:p>
    <w:p w:rsidR="00D2398D" w:rsidRDefault="00D2398D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begin your story 10 years from now?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D2398D" w:rsidRDefault="00D2398D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include a description?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D2398D" w:rsidRDefault="00D2398D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end with “I remember when…”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</w:t>
      </w:r>
      <w:proofErr w:type="gramStart"/>
      <w:r>
        <w:rPr>
          <w:sz w:val="28"/>
          <w:szCs w:val="28"/>
        </w:rPr>
        <w:t>_</w:t>
      </w:r>
      <w:proofErr w:type="gramEnd"/>
    </w:p>
    <w:p w:rsidR="00D2398D" w:rsidRPr="00632761" w:rsidRDefault="00D2398D" w:rsidP="00D2398D">
      <w:pPr>
        <w:spacing w:line="240" w:lineRule="auto"/>
        <w:rPr>
          <w:sz w:val="28"/>
          <w:szCs w:val="28"/>
          <w:u w:val="single"/>
        </w:rPr>
      </w:pPr>
      <w:r w:rsidRPr="00632761">
        <w:rPr>
          <w:sz w:val="28"/>
          <w:szCs w:val="28"/>
          <w:u w:val="single"/>
        </w:rPr>
        <w:t>Body of story</w:t>
      </w:r>
    </w:p>
    <w:p w:rsidR="00632761" w:rsidRDefault="00632761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remember to flashback to a true story</w:t>
      </w:r>
      <w:r w:rsidR="005C2DF0">
        <w:rPr>
          <w:sz w:val="28"/>
          <w:szCs w:val="28"/>
        </w:rPr>
        <w:t>?</w:t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632761" w:rsidRDefault="00632761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describe the setting?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632761" w:rsidRDefault="00632761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describe the characters?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632761" w:rsidRPr="00632761" w:rsidRDefault="00632761" w:rsidP="00D2398D">
      <w:pPr>
        <w:spacing w:line="240" w:lineRule="auto"/>
        <w:rPr>
          <w:sz w:val="28"/>
          <w:szCs w:val="28"/>
          <w:u w:val="single"/>
        </w:rPr>
      </w:pPr>
      <w:r w:rsidRPr="00632761">
        <w:rPr>
          <w:sz w:val="28"/>
          <w:szCs w:val="28"/>
          <w:u w:val="single"/>
        </w:rPr>
        <w:t>Closing</w:t>
      </w:r>
    </w:p>
    <w:p w:rsidR="00632761" w:rsidRDefault="00632761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come back to this year?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632761" w:rsidRDefault="00632761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Did you provide an effective transition to the present? </w:t>
      </w:r>
      <w:r>
        <w:rPr>
          <w:sz w:val="28"/>
          <w:szCs w:val="28"/>
        </w:rPr>
        <w:tab/>
        <w:t>______</w:t>
      </w:r>
    </w:p>
    <w:p w:rsidR="00632761" w:rsidRDefault="00632761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Did you “wrap it up” well?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</w:t>
      </w:r>
    </w:p>
    <w:p w:rsidR="00632761" w:rsidRPr="00632761" w:rsidRDefault="00632761" w:rsidP="00D2398D">
      <w:pPr>
        <w:spacing w:line="240" w:lineRule="auto"/>
        <w:rPr>
          <w:sz w:val="28"/>
          <w:szCs w:val="28"/>
          <w:u w:val="single"/>
        </w:rPr>
      </w:pPr>
      <w:r w:rsidRPr="00632761">
        <w:rPr>
          <w:sz w:val="28"/>
          <w:szCs w:val="28"/>
          <w:u w:val="single"/>
        </w:rPr>
        <w:t>Conventions</w:t>
      </w:r>
    </w:p>
    <w:p w:rsidR="00632761" w:rsidRDefault="00632761" w:rsidP="00D2398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Did you proofread your paper for grammar, </w:t>
      </w:r>
      <w:proofErr w:type="gramStart"/>
      <w:r>
        <w:rPr>
          <w:sz w:val="28"/>
          <w:szCs w:val="28"/>
        </w:rPr>
        <w:t>spelling,</w:t>
      </w:r>
      <w:proofErr w:type="gramEnd"/>
    </w:p>
    <w:p w:rsidR="00632761" w:rsidRDefault="00632761" w:rsidP="00632761">
      <w:pPr>
        <w:spacing w:line="240" w:lineRule="auto"/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punctuation</w:t>
      </w:r>
      <w:proofErr w:type="gramEnd"/>
      <w:r>
        <w:rPr>
          <w:sz w:val="28"/>
          <w:szCs w:val="28"/>
        </w:rPr>
        <w:t>, &amp; capitalization before bringing it to a peer</w:t>
      </w:r>
      <w:r>
        <w:rPr>
          <w:sz w:val="28"/>
          <w:szCs w:val="28"/>
        </w:rPr>
        <w:tab/>
        <w:t>?______</w:t>
      </w:r>
    </w:p>
    <w:p w:rsidR="00632761" w:rsidRDefault="00632761" w:rsidP="00D2398D">
      <w:pPr>
        <w:spacing w:line="240" w:lineRule="auto"/>
        <w:rPr>
          <w:sz w:val="28"/>
          <w:szCs w:val="28"/>
        </w:rPr>
      </w:pPr>
    </w:p>
    <w:p w:rsidR="00D2398D" w:rsidRDefault="00D2398D" w:rsidP="00D2398D">
      <w:pPr>
        <w:spacing w:line="240" w:lineRule="auto"/>
        <w:rPr>
          <w:sz w:val="28"/>
          <w:szCs w:val="28"/>
        </w:rPr>
      </w:pPr>
    </w:p>
    <w:p w:rsidR="00D2398D" w:rsidRPr="00D2398D" w:rsidRDefault="00D2398D" w:rsidP="00D2398D">
      <w:pPr>
        <w:spacing w:line="240" w:lineRule="auto"/>
        <w:rPr>
          <w:sz w:val="28"/>
          <w:szCs w:val="28"/>
        </w:rPr>
      </w:pPr>
    </w:p>
    <w:sectPr w:rsidR="00D2398D" w:rsidRPr="00D23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8D"/>
    <w:rsid w:val="001C1BBB"/>
    <w:rsid w:val="005C2DF0"/>
    <w:rsid w:val="00632761"/>
    <w:rsid w:val="00D2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965BB3B6</Template>
  <TotalTime>22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schumacher</dc:creator>
  <cp:lastModifiedBy>greg schumacher</cp:lastModifiedBy>
  <cp:revision>1</cp:revision>
  <dcterms:created xsi:type="dcterms:W3CDTF">2011-10-21T14:23:00Z</dcterms:created>
  <dcterms:modified xsi:type="dcterms:W3CDTF">2011-10-21T14:45:00Z</dcterms:modified>
</cp:coreProperties>
</file>